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B64" w:rsidRPr="0008277E" w:rsidRDefault="00521B64" w:rsidP="00AD7C18">
      <w:pPr>
        <w:spacing w:after="360"/>
        <w:rPr>
          <w:rFonts w:asciiTheme="minorHAnsi" w:hAnsiTheme="minorHAnsi" w:cstheme="minorHAnsi"/>
          <w:b/>
        </w:rPr>
      </w:pPr>
    </w:p>
    <w:p w:rsidR="00AD7C18" w:rsidRDefault="00AD7C18" w:rsidP="00AD7C18">
      <w:pPr>
        <w:ind w:left="453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Pan </w:t>
      </w:r>
    </w:p>
    <w:p w:rsidR="00AD7C18" w:rsidRDefault="00AD7C18" w:rsidP="00AD7C18">
      <w:pPr>
        <w:ind w:left="453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Jacek Paziewski</w:t>
      </w:r>
    </w:p>
    <w:p w:rsidR="00AD7C18" w:rsidRDefault="00AD7C18" w:rsidP="00AD7C18">
      <w:pPr>
        <w:ind w:left="453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Sekretarz Komitetu Rady Ministrów</w:t>
      </w:r>
    </w:p>
    <w:p w:rsidR="00AD7C18" w:rsidRDefault="00AD7C18" w:rsidP="00AD7C18">
      <w:pPr>
        <w:spacing w:after="360"/>
        <w:ind w:left="453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 spraw Cyfryzacji</w:t>
      </w:r>
    </w:p>
    <w:p w:rsidR="00AD7C18" w:rsidRDefault="00AD7C18" w:rsidP="00AD7C18">
      <w:pPr>
        <w:spacing w:before="600" w:after="12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Szanowny Panie Sekretarzu,</w:t>
      </w:r>
    </w:p>
    <w:p w:rsidR="00AD7C18" w:rsidRDefault="00AD7C18" w:rsidP="00AD7C18">
      <w:pPr>
        <w:pStyle w:val="Default"/>
        <w:rPr>
          <w:sz w:val="23"/>
          <w:szCs w:val="23"/>
        </w:rPr>
      </w:pPr>
      <w:r>
        <w:rPr>
          <w:rFonts w:asciiTheme="minorHAnsi" w:hAnsiTheme="minorHAnsi" w:cstheme="minorHAnsi"/>
        </w:rPr>
        <w:t xml:space="preserve">w nawiązaniu do przekazanego do rozpatrzenia przez Komitet Rady Ministrów do spraw Cyfryzacji </w:t>
      </w:r>
      <w:r>
        <w:rPr>
          <w:rFonts w:asciiTheme="minorHAnsi" w:hAnsiTheme="minorHAnsi" w:cstheme="minorHAnsi"/>
          <w:b/>
        </w:rPr>
        <w:t>projektu</w:t>
      </w:r>
      <w:r>
        <w:rPr>
          <w:rFonts w:asciiTheme="minorHAnsi" w:hAnsiTheme="minorHAnsi" w:cstheme="minorHAnsi"/>
          <w:b/>
          <w:i/>
        </w:rPr>
        <w:t xml:space="preserve"> </w:t>
      </w:r>
      <w:r>
        <w:rPr>
          <w:b/>
        </w:rPr>
        <w:t>u</w:t>
      </w:r>
      <w:r>
        <w:rPr>
          <w:b/>
          <w:bCs/>
          <w:sz w:val="23"/>
          <w:szCs w:val="23"/>
        </w:rPr>
        <w:t xml:space="preserve">stawy o dokumentach paszportowych (UD180) </w:t>
      </w:r>
      <w:r>
        <w:rPr>
          <w:bCs/>
          <w:sz w:val="23"/>
          <w:szCs w:val="23"/>
        </w:rPr>
        <w:t>w załączeniu przekazuję tabelę uwag ze stanowiskiem Ministra Cyfryzacji.</w:t>
      </w:r>
    </w:p>
    <w:p w:rsidR="00AD7C18" w:rsidRDefault="00AD7C18" w:rsidP="00AD7C18">
      <w:pPr>
        <w:pStyle w:val="Akapitzlist"/>
        <w:spacing w:before="360" w:after="120" w:line="240" w:lineRule="auto"/>
        <w:ind w:left="4536"/>
        <w:jc w:val="center"/>
        <w:rPr>
          <w:rFonts w:cstheme="minorHAnsi"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Z poważaniem</w:t>
      </w:r>
    </w:p>
    <w:p w:rsidR="00AD7C18" w:rsidRDefault="00AD7C18" w:rsidP="00AD7C18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Marek Zagórski</w:t>
      </w:r>
    </w:p>
    <w:p w:rsidR="00AD7C18" w:rsidRDefault="00AD7C18" w:rsidP="00AD7C18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:rsidR="00AD7C18" w:rsidRDefault="00AD7C18" w:rsidP="00AD7C18">
      <w:pPr>
        <w:spacing w:after="120"/>
        <w:ind w:left="4536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:rsidR="00AD7C18" w:rsidRDefault="00AD7C18" w:rsidP="00AD7C18">
      <w:pPr>
        <w:spacing w:after="360"/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:rsidR="005E0DA0" w:rsidRDefault="005E0DA0" w:rsidP="00AD7C18">
      <w:pPr>
        <w:rPr>
          <w:rFonts w:asciiTheme="minorHAnsi" w:hAnsiTheme="minorHAnsi" w:cstheme="minorHAnsi"/>
        </w:rPr>
      </w:pPr>
    </w:p>
    <w:p w:rsidR="00AD7C18" w:rsidRPr="005E0DA0" w:rsidRDefault="00AD7C18" w:rsidP="00AD7C18">
      <w:pPr>
        <w:rPr>
          <w:rFonts w:asciiTheme="minorHAnsi" w:hAnsiTheme="minorHAnsi" w:cstheme="minorHAnsi"/>
        </w:rPr>
      </w:pPr>
      <w:bookmarkStart w:id="0" w:name="_GoBack"/>
      <w:bookmarkEnd w:id="0"/>
      <w:r w:rsidRPr="005E0DA0">
        <w:rPr>
          <w:rFonts w:asciiTheme="minorHAnsi" w:hAnsiTheme="minorHAnsi" w:cstheme="minorHAnsi"/>
        </w:rPr>
        <w:t>Załącznik:</w:t>
      </w:r>
    </w:p>
    <w:p w:rsidR="00521B64" w:rsidRPr="005E0DA0" w:rsidRDefault="00AD7C18" w:rsidP="00AD7C18">
      <w:pPr>
        <w:spacing w:after="360"/>
        <w:rPr>
          <w:rFonts w:asciiTheme="minorHAnsi" w:hAnsiTheme="minorHAnsi" w:cstheme="minorHAnsi"/>
        </w:rPr>
      </w:pPr>
      <w:r w:rsidRPr="005E0DA0">
        <w:rPr>
          <w:rFonts w:asciiTheme="minorHAnsi" w:hAnsiTheme="minorHAnsi" w:cstheme="minorHAnsi"/>
        </w:rPr>
        <w:t>Tabela uwag</w:t>
      </w:r>
    </w:p>
    <w:sectPr w:rsidR="00521B64" w:rsidRPr="005E0DA0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25B" w:rsidRDefault="006E225B">
      <w:r>
        <w:separator/>
      </w:r>
    </w:p>
  </w:endnote>
  <w:endnote w:type="continuationSeparator" w:id="0">
    <w:p w:rsidR="006E225B" w:rsidRDefault="006E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25B" w:rsidRDefault="006E225B">
      <w:r>
        <w:separator/>
      </w:r>
    </w:p>
  </w:footnote>
  <w:footnote w:type="continuationSeparator" w:id="0">
    <w:p w:rsidR="006E225B" w:rsidRDefault="006E2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8A00AF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6B798B" wp14:editId="3822CC9F">
              <wp:simplePos x="0" y="0"/>
              <wp:positionH relativeFrom="column">
                <wp:posOffset>-208915</wp:posOffset>
              </wp:positionH>
              <wp:positionV relativeFrom="paragraph">
                <wp:posOffset>1374140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00AF" w:rsidRPr="00495DA1" w:rsidRDefault="008A00AF" w:rsidP="008A00AF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6B798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6.45pt;margin-top:108.2pt;width:219.75pt;height:24.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" stroked="f">
              <v:textbox>
                <w:txbxContent>
                  <w:p w:rsidR="008A00AF" w:rsidRPr="00495DA1" w:rsidRDefault="008A00AF" w:rsidP="008A00AF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73600" behindDoc="0" locked="0" layoutInCell="1" allowOverlap="1" wp14:anchorId="4CFA500E" wp14:editId="39DE0B8B">
          <wp:simplePos x="0" y="0"/>
          <wp:positionH relativeFrom="column">
            <wp:posOffset>257810</wp:posOffset>
          </wp:positionH>
          <wp:positionV relativeFrom="paragraph">
            <wp:posOffset>190500</wp:posOffset>
          </wp:positionV>
          <wp:extent cx="2001520" cy="1184275"/>
          <wp:effectExtent l="0" t="0" r="0" b="0"/>
          <wp:wrapTopAndBottom/>
          <wp:docPr id="4" name="Obraz 4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475C"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AD7C1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DRC.WLA.0641.213.2021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615E6A7" 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AD7C18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DRC.WLA.0641.213.2021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7018D3">
      <w:t>Warszawa, dnia</w:t>
    </w:r>
    <w:r w:rsidR="00AD7C18">
      <w:t xml:space="preserve"> 28 maja 202</w:t>
    </w:r>
    <w:bookmarkStart w:id="1" w:name="ezdDataPodpisu"/>
    <w:bookmarkEnd w:id="1"/>
    <w:r w:rsidR="00AD7C18">
      <w:t>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BE14BE"/>
    <w:multiLevelType w:val="hybridMultilevel"/>
    <w:tmpl w:val="CA745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2120"/>
    <w:rsid w:val="0008277E"/>
    <w:rsid w:val="000A71A0"/>
    <w:rsid w:val="000D026F"/>
    <w:rsid w:val="001135DE"/>
    <w:rsid w:val="0012268A"/>
    <w:rsid w:val="00155E38"/>
    <w:rsid w:val="0020244A"/>
    <w:rsid w:val="00230896"/>
    <w:rsid w:val="00236F71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21B64"/>
    <w:rsid w:val="00554DA7"/>
    <w:rsid w:val="0058723A"/>
    <w:rsid w:val="005C7EB9"/>
    <w:rsid w:val="005E0DA0"/>
    <w:rsid w:val="005E753F"/>
    <w:rsid w:val="0060027F"/>
    <w:rsid w:val="006A5C4D"/>
    <w:rsid w:val="006B6F70"/>
    <w:rsid w:val="006E225B"/>
    <w:rsid w:val="007018D3"/>
    <w:rsid w:val="00741481"/>
    <w:rsid w:val="007A354D"/>
    <w:rsid w:val="007B7069"/>
    <w:rsid w:val="007F7EF2"/>
    <w:rsid w:val="00806126"/>
    <w:rsid w:val="00831823"/>
    <w:rsid w:val="0083207A"/>
    <w:rsid w:val="00840A59"/>
    <w:rsid w:val="00850528"/>
    <w:rsid w:val="008A00AF"/>
    <w:rsid w:val="008B1D7E"/>
    <w:rsid w:val="008B3AEA"/>
    <w:rsid w:val="00935D23"/>
    <w:rsid w:val="009C2C00"/>
    <w:rsid w:val="009D4211"/>
    <w:rsid w:val="00A202D7"/>
    <w:rsid w:val="00A363B8"/>
    <w:rsid w:val="00A436D1"/>
    <w:rsid w:val="00A46A60"/>
    <w:rsid w:val="00A471BD"/>
    <w:rsid w:val="00AA7751"/>
    <w:rsid w:val="00AB6FA7"/>
    <w:rsid w:val="00AC7D96"/>
    <w:rsid w:val="00AD7C18"/>
    <w:rsid w:val="00AE7731"/>
    <w:rsid w:val="00B30905"/>
    <w:rsid w:val="00BB1FAD"/>
    <w:rsid w:val="00BB2815"/>
    <w:rsid w:val="00BE094A"/>
    <w:rsid w:val="00C057AF"/>
    <w:rsid w:val="00C33102"/>
    <w:rsid w:val="00C33A1A"/>
    <w:rsid w:val="00C53E61"/>
    <w:rsid w:val="00C67EEB"/>
    <w:rsid w:val="00CA00FE"/>
    <w:rsid w:val="00CF13E8"/>
    <w:rsid w:val="00D05B72"/>
    <w:rsid w:val="00D52356"/>
    <w:rsid w:val="00D526A0"/>
    <w:rsid w:val="00DA0A66"/>
    <w:rsid w:val="00E073FB"/>
    <w:rsid w:val="00E86BDA"/>
    <w:rsid w:val="00EA13E5"/>
    <w:rsid w:val="00EA2210"/>
    <w:rsid w:val="00EA7F17"/>
    <w:rsid w:val="00EC01FD"/>
    <w:rsid w:val="00F10BA4"/>
    <w:rsid w:val="00F76A8C"/>
    <w:rsid w:val="00FD29C4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21B6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21B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1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B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1B6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B6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B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B6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7C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9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52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Witkowska-Krzymowska Magdalena</cp:lastModifiedBy>
  <cp:revision>19</cp:revision>
  <dcterms:created xsi:type="dcterms:W3CDTF">2021-04-01T08:28:00Z</dcterms:created>
  <dcterms:modified xsi:type="dcterms:W3CDTF">2021-05-28T14:51:00Z</dcterms:modified>
</cp:coreProperties>
</file>